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E330B1" w:rsidRDefault="00E330B1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AA2233">
              <w:rPr>
                <w:rFonts w:asciiTheme="minorHAnsi" w:hAnsiTheme="minorHAnsi" w:cstheme="minorHAnsi"/>
                <w:b/>
                <w:bCs/>
              </w:rPr>
              <w:t>CER3S2NC</w:t>
            </w:r>
          </w:p>
        </w:tc>
      </w:tr>
      <w:tr w:rsidR="00E330B1" w:rsidRPr="00F719EF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F719EF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E330B1" w:rsidRPr="00F719EF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E330B1" w:rsidRPr="00DF3579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E330B1" w:rsidRDefault="00E330B1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5639EB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E330B1" w:rsidRPr="00DB7372" w:rsidRDefault="00A62F2C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Flaschen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E330B1" w:rsidRPr="00DB7372" w:rsidRDefault="00F719EF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E330B1" w:rsidRPr="005639EB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5639EB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Seife.</w:t>
            </w:r>
          </w:p>
        </w:tc>
      </w:tr>
      <w:tr w:rsidR="00E330B1" w:rsidRPr="005639EB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A62F2C" w:rsidTr="00CC0011">
        <w:tc>
          <w:tcPr>
            <w:tcW w:w="3510" w:type="dxa"/>
          </w:tcPr>
          <w:p w:rsidR="00A62F2C" w:rsidRPr="00986C54" w:rsidRDefault="00A62F2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A62F2C" w:rsidRDefault="00A62F2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A62F2C" w:rsidTr="00CC0011">
        <w:tc>
          <w:tcPr>
            <w:tcW w:w="3510" w:type="dxa"/>
          </w:tcPr>
          <w:p w:rsidR="00A62F2C" w:rsidRPr="00986C54" w:rsidRDefault="00A62F2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A62F2C" w:rsidRDefault="00A62F2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RPr="005639EB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F719EF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F719EF">
              <w:rPr>
                <w:rFonts w:asciiTheme="minorHAnsi" w:hAnsiTheme="minorHAnsi" w:cstheme="minorHAnsi"/>
                <w:lang w:val="de-DE"/>
              </w:rPr>
              <w:t xml:space="preserve"> und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Seife 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E330B1" w:rsidRPr="005639EB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5639EB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 inkl. Elektronik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5639EB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E330B1" w:rsidRPr="00DB7372" w:rsidRDefault="00A62F2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Euroflaschen</w:t>
            </w:r>
            <w:r w:rsidR="00E330B1" w:rsidRPr="00DB7372">
              <w:rPr>
                <w:rFonts w:asciiTheme="minorHAnsi" w:hAnsiTheme="minorHAnsi" w:cstheme="minorHAnsi"/>
                <w:lang w:val="de-DE"/>
              </w:rPr>
              <w:t xml:space="preserve"> mit Seife 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</w:t>
            </w:r>
            <w:bookmarkStart w:id="0" w:name="_GoBack"/>
            <w:bookmarkEnd w:id="0"/>
            <w:r w:rsidRPr="00DB7372">
              <w:rPr>
                <w:rFonts w:asciiTheme="minorHAnsi" w:hAnsiTheme="minorHAnsi" w:cstheme="minorHAnsi"/>
                <w:lang w:val="de-DE"/>
              </w:rPr>
              <w:t>l für die Wa</w:t>
            </w:r>
            <w:r w:rsidR="005639EB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Default="00E330B1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63A" w:rsidRDefault="0093163A" w:rsidP="00187130">
      <w:pPr>
        <w:spacing w:line="240" w:lineRule="auto"/>
      </w:pPr>
      <w:r>
        <w:separator/>
      </w:r>
    </w:p>
  </w:endnote>
  <w:endnote w:type="continuationSeparator" w:id="0">
    <w:p w:rsidR="0093163A" w:rsidRDefault="0093163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A62F2C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DF3579">
            <w:rPr>
              <w:sz w:val="16"/>
              <w:szCs w:val="16"/>
            </w:rPr>
            <w:fldChar w:fldCharType="begin"/>
          </w:r>
          <w:r w:rsidR="00DF3579">
            <w:rPr>
              <w:sz w:val="16"/>
              <w:szCs w:val="16"/>
              <w:lang w:val="de-DE"/>
            </w:rPr>
            <w:instrText xml:space="preserve"> TIME \@ "dd.MM.yyyy" </w:instrText>
          </w:r>
          <w:r w:rsidR="00DF3579">
            <w:rPr>
              <w:sz w:val="16"/>
              <w:szCs w:val="16"/>
            </w:rPr>
            <w:fldChar w:fldCharType="separate"/>
          </w:r>
          <w:r w:rsidR="005639EB">
            <w:rPr>
              <w:noProof/>
              <w:sz w:val="16"/>
              <w:szCs w:val="16"/>
              <w:lang w:val="de-DE"/>
            </w:rPr>
            <w:t>27.01.2020</w:t>
          </w:r>
          <w:r w:rsidR="00DF357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62F2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62F2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63A" w:rsidRDefault="0093163A" w:rsidP="00187130">
      <w:pPr>
        <w:spacing w:line="240" w:lineRule="auto"/>
      </w:pPr>
      <w:r>
        <w:separator/>
      </w:r>
    </w:p>
  </w:footnote>
  <w:footnote w:type="continuationSeparator" w:id="0">
    <w:p w:rsidR="0093163A" w:rsidRDefault="0093163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C5356"/>
    <w:rsid w:val="004879BA"/>
    <w:rsid w:val="004E5BA6"/>
    <w:rsid w:val="004F6ABC"/>
    <w:rsid w:val="00520B84"/>
    <w:rsid w:val="00537D4C"/>
    <w:rsid w:val="005639EB"/>
    <w:rsid w:val="006816CB"/>
    <w:rsid w:val="006F2EAC"/>
    <w:rsid w:val="006F3CB6"/>
    <w:rsid w:val="00736F17"/>
    <w:rsid w:val="008819A6"/>
    <w:rsid w:val="008A348D"/>
    <w:rsid w:val="008B327F"/>
    <w:rsid w:val="008D6316"/>
    <w:rsid w:val="00921DEB"/>
    <w:rsid w:val="0093163A"/>
    <w:rsid w:val="00967D7A"/>
    <w:rsid w:val="00A62F2C"/>
    <w:rsid w:val="00A87852"/>
    <w:rsid w:val="00B32D1F"/>
    <w:rsid w:val="00C4200E"/>
    <w:rsid w:val="00CE4B09"/>
    <w:rsid w:val="00D3408D"/>
    <w:rsid w:val="00DF3579"/>
    <w:rsid w:val="00E330B1"/>
    <w:rsid w:val="00F041C0"/>
    <w:rsid w:val="00F55368"/>
    <w:rsid w:val="00F719EF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A4C94E6"/>
  <w15:docId w15:val="{62E664F5-735A-4181-AA7A-4D1AD20A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2015-05-21T07:23:00Z</dcterms:created>
  <dcterms:modified xsi:type="dcterms:W3CDTF">2020-01-27T14:45:00Z</dcterms:modified>
</cp:coreProperties>
</file>